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71" w:rsidRPr="00D60D0D" w:rsidRDefault="00016B71" w:rsidP="00016B71">
      <w:pPr>
        <w:jc w:val="center"/>
        <w:rPr>
          <w:rFonts w:ascii="Chalkboard" w:hAnsi="Chalkboard"/>
          <w:sz w:val="36"/>
          <w:u w:val="single"/>
        </w:rPr>
      </w:pPr>
      <w:bookmarkStart w:id="0" w:name="_GoBack"/>
      <w:bookmarkEnd w:id="0"/>
      <w:r>
        <w:rPr>
          <w:rFonts w:ascii="Chalkboard" w:hAnsi="Chalkboard"/>
          <w:sz w:val="36"/>
          <w:u w:val="single"/>
        </w:rPr>
        <w:t>Interrupting Chicken</w:t>
      </w:r>
    </w:p>
    <w:p w:rsidR="00016B71" w:rsidRPr="00D60D0D" w:rsidRDefault="00016B71" w:rsidP="00016B71">
      <w:pPr>
        <w:jc w:val="center"/>
        <w:rPr>
          <w:rFonts w:ascii="Chalkboard" w:hAnsi="Chalkboard"/>
          <w:sz w:val="36"/>
          <w:u w:val="single"/>
        </w:rPr>
      </w:pPr>
    </w:p>
    <w:p w:rsidR="00016B71" w:rsidRPr="00D60D0D" w:rsidRDefault="00016B71" w:rsidP="00016B71">
      <w:pPr>
        <w:rPr>
          <w:rFonts w:ascii="Chalkboard" w:hAnsi="Chalkboard"/>
        </w:rPr>
      </w:pPr>
      <w:r w:rsidRPr="00D60D0D">
        <w:rPr>
          <w:rFonts w:ascii="Chalkboard" w:hAnsi="Chalkboard"/>
        </w:rPr>
        <w:t>Post reading activity First Grade</w:t>
      </w:r>
    </w:p>
    <w:p w:rsidR="00016B71" w:rsidRPr="00D60D0D" w:rsidRDefault="00016B71" w:rsidP="00016B71">
      <w:pPr>
        <w:rPr>
          <w:rFonts w:ascii="Chalkboard" w:hAnsi="Chalkboard"/>
        </w:rPr>
      </w:pPr>
    </w:p>
    <w:p w:rsidR="00016B71" w:rsidRDefault="00016B71">
      <w:pPr>
        <w:rPr>
          <w:rFonts w:ascii="Chalkboard" w:hAnsi="Chalkboard"/>
        </w:rPr>
      </w:pPr>
      <w:r>
        <w:rPr>
          <w:rFonts w:ascii="Chalkboard" w:hAnsi="Chalkboard"/>
        </w:rPr>
        <w:t>Discuss Chicken’s character traits and why they are important to the story and if the traits are good or bad.</w:t>
      </w:r>
    </w:p>
    <w:p w:rsidR="00016B71" w:rsidRDefault="00016B71">
      <w:pPr>
        <w:rPr>
          <w:rFonts w:ascii="Chalkboard" w:hAnsi="Chalkboard"/>
        </w:rPr>
      </w:pPr>
    </w:p>
    <w:p w:rsidR="0079667C" w:rsidRPr="00016B71" w:rsidRDefault="00016B71">
      <w:pPr>
        <w:rPr>
          <w:rFonts w:ascii="Chalkboard" w:hAnsi="Chalkboard"/>
        </w:rPr>
      </w:pPr>
      <w:r>
        <w:rPr>
          <w:rFonts w:ascii="Chalkboard" w:hAnsi="Chalkboard"/>
        </w:rPr>
        <w:t>Have students complete the attached character map.</w:t>
      </w:r>
    </w:p>
    <w:sectPr w:rsidR="0079667C" w:rsidRPr="00016B71" w:rsidSect="00A003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84696"/>
    <w:multiLevelType w:val="hybridMultilevel"/>
    <w:tmpl w:val="E96A4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71"/>
    <w:rsid w:val="00016B71"/>
    <w:rsid w:val="00B660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42894978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Kuntzman</dc:creator>
  <cp:lastModifiedBy>mindy engler</cp:lastModifiedBy>
  <cp:revision>2</cp:revision>
  <dcterms:created xsi:type="dcterms:W3CDTF">2012-03-19T12:41:00Z</dcterms:created>
  <dcterms:modified xsi:type="dcterms:W3CDTF">2012-03-19T12:41:00Z</dcterms:modified>
</cp:coreProperties>
</file>